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43510" w14:textId="77777777" w:rsidR="000B05D5" w:rsidRPr="00F23046" w:rsidRDefault="000B05D5" w:rsidP="000B05D5">
      <w:pPr>
        <w:spacing w:after="0"/>
        <w:jc w:val="center"/>
        <w:rPr>
          <w:rFonts w:ascii="Garamond" w:hAnsi="Garamond"/>
          <w:b/>
          <w:sz w:val="28"/>
          <w:szCs w:val="28"/>
        </w:rPr>
      </w:pPr>
      <w:r w:rsidRPr="00F23046">
        <w:rPr>
          <w:rFonts w:ascii="Garamond" w:hAnsi="Garamond"/>
          <w:b/>
          <w:sz w:val="28"/>
          <w:szCs w:val="28"/>
        </w:rPr>
        <w:t xml:space="preserve">Informace </w:t>
      </w:r>
    </w:p>
    <w:p w14:paraId="7AD46D2B" w14:textId="77777777" w:rsidR="00B713B8" w:rsidRPr="00F23046" w:rsidRDefault="000B05D5" w:rsidP="000B05D5">
      <w:pPr>
        <w:spacing w:after="0"/>
        <w:jc w:val="center"/>
        <w:rPr>
          <w:rFonts w:ascii="Garamond" w:hAnsi="Garamond"/>
          <w:b/>
        </w:rPr>
      </w:pPr>
      <w:r w:rsidRPr="00F23046">
        <w:rPr>
          <w:rFonts w:ascii="Garamond" w:hAnsi="Garamond"/>
          <w:b/>
        </w:rPr>
        <w:t xml:space="preserve">pro uchazeče výběrových řízení Okresního soudu ve Vyškově o zpracování osobních údajů </w:t>
      </w:r>
    </w:p>
    <w:p w14:paraId="426CF9F7" w14:textId="77777777" w:rsidR="000B05D5" w:rsidRPr="00F23046" w:rsidRDefault="000B05D5" w:rsidP="000B05D5">
      <w:pPr>
        <w:spacing w:after="0"/>
        <w:jc w:val="both"/>
        <w:rPr>
          <w:rFonts w:ascii="Garamond" w:hAnsi="Garamond"/>
          <w:b/>
          <w:i/>
          <w:sz w:val="24"/>
          <w:szCs w:val="24"/>
        </w:rPr>
      </w:pPr>
    </w:p>
    <w:p w14:paraId="69BE4F92" w14:textId="77777777" w:rsidR="000B05D5" w:rsidRPr="00F23046" w:rsidRDefault="000B05D5" w:rsidP="000B05D5">
      <w:pPr>
        <w:spacing w:after="0"/>
        <w:jc w:val="center"/>
        <w:rPr>
          <w:rFonts w:ascii="Garamond" w:hAnsi="Garamond"/>
          <w:i/>
        </w:rPr>
      </w:pPr>
      <w:r w:rsidRPr="00F23046">
        <w:rPr>
          <w:rFonts w:ascii="Garamond" w:hAnsi="Garamond"/>
          <w:i/>
        </w:rPr>
        <w:t>Podle ust. č. 13 Nařízení Evropského parlamentu a Rady (EU) 2016/679 ze dne 27. dubna 2016 o ochraně fyzických osob v souvislosti se zpracováním osobních údajů a o volném pohybu těchto údajů a o zrušení směrnice 95/46 ES</w:t>
      </w:r>
    </w:p>
    <w:p w14:paraId="44FF81E2" w14:textId="77777777" w:rsidR="000B05D5" w:rsidRPr="00F23046" w:rsidRDefault="000B05D5" w:rsidP="000B05D5">
      <w:pPr>
        <w:spacing w:after="0"/>
        <w:jc w:val="center"/>
        <w:rPr>
          <w:rFonts w:ascii="Garamond" w:hAnsi="Garamond"/>
          <w:i/>
        </w:rPr>
      </w:pPr>
    </w:p>
    <w:p w14:paraId="19269FE2" w14:textId="77777777" w:rsidR="000B05D5" w:rsidRPr="00F23046" w:rsidRDefault="000B05D5" w:rsidP="000B05D5">
      <w:pPr>
        <w:spacing w:after="0"/>
        <w:jc w:val="both"/>
        <w:rPr>
          <w:rFonts w:ascii="Garamond" w:hAnsi="Garamond"/>
          <w:sz w:val="24"/>
          <w:szCs w:val="24"/>
        </w:rPr>
      </w:pPr>
      <w:r w:rsidRPr="00F23046">
        <w:rPr>
          <w:rFonts w:ascii="Garamond" w:hAnsi="Garamond"/>
          <w:sz w:val="24"/>
          <w:szCs w:val="24"/>
        </w:rPr>
        <w:t>V souladu s čl. 13 Nařízení Evropského parlamentu a Rady (EU) 2016/679 ze dne 27. dubna 2016 o ochraně fyzických osob v souvislosti se zpracováním osobních údajů a o volném pohybu těchto údajů a o zrušení směrnice 95/46 ES (obecné nařízení o ochraně osobních údajů – dále jen „GDPR“) Vám podáváme informaci o zpracování Vašich osobních údajů.</w:t>
      </w:r>
    </w:p>
    <w:p w14:paraId="79D06056" w14:textId="77777777" w:rsidR="000B05D5" w:rsidRPr="00F23046" w:rsidRDefault="000B05D5" w:rsidP="000B05D5">
      <w:pPr>
        <w:spacing w:after="0"/>
        <w:jc w:val="both"/>
        <w:rPr>
          <w:rFonts w:ascii="Garamond" w:hAnsi="Garamond"/>
          <w:sz w:val="24"/>
          <w:szCs w:val="24"/>
        </w:rPr>
      </w:pPr>
    </w:p>
    <w:p w14:paraId="4A0CCF22" w14:textId="77777777" w:rsidR="000B05D5" w:rsidRPr="00F23046" w:rsidRDefault="000B05D5" w:rsidP="00BF03B9">
      <w:pPr>
        <w:spacing w:after="0" w:line="240" w:lineRule="auto"/>
        <w:jc w:val="both"/>
        <w:rPr>
          <w:rFonts w:ascii="Garamond" w:hAnsi="Garamond"/>
          <w:b/>
          <w:sz w:val="24"/>
          <w:szCs w:val="24"/>
        </w:rPr>
      </w:pPr>
      <w:r w:rsidRPr="00F23046">
        <w:rPr>
          <w:rFonts w:ascii="Garamond" w:hAnsi="Garamond"/>
          <w:b/>
          <w:sz w:val="24"/>
          <w:szCs w:val="24"/>
        </w:rPr>
        <w:t>Kdo je správce Vašich osobních údajů a jaké jsou jeho kontaktní údaje:</w:t>
      </w:r>
    </w:p>
    <w:p w14:paraId="687329FC" w14:textId="2DAA9F0A" w:rsidR="00BF03B9" w:rsidRPr="00F23046" w:rsidRDefault="000B05D5" w:rsidP="00BF03B9">
      <w:pPr>
        <w:spacing w:line="240" w:lineRule="auto"/>
        <w:jc w:val="both"/>
        <w:rPr>
          <w:rFonts w:ascii="Garamond" w:eastAsiaTheme="minorEastAsia" w:hAnsi="Garamond" w:cs="Times New Roman"/>
          <w:sz w:val="24"/>
          <w:szCs w:val="24"/>
          <w:lang w:eastAsia="cs-CZ"/>
        </w:rPr>
      </w:pPr>
      <w:r w:rsidRPr="00F23046">
        <w:rPr>
          <w:rFonts w:ascii="Garamond" w:hAnsi="Garamond"/>
          <w:sz w:val="24"/>
          <w:szCs w:val="24"/>
        </w:rPr>
        <w:t xml:space="preserve">Správcem Vašich osobních údajů je Okresní soud ve Vyškově se sídlem Kašíkova č. 28, 682 01  Vyškov, tel.: 518 720 129, ID datové schránky </w:t>
      </w:r>
      <w:r w:rsidRPr="00F23046">
        <w:rPr>
          <w:rFonts w:ascii="Garamond" w:eastAsiaTheme="minorEastAsia" w:hAnsi="Garamond" w:cs="Arial"/>
          <w:sz w:val="24"/>
          <w:szCs w:val="24"/>
          <w:lang w:eastAsia="cs-CZ"/>
        </w:rPr>
        <w:t>qvnabgu,</w:t>
      </w:r>
      <w:r w:rsidRPr="00F23046">
        <w:rPr>
          <w:rFonts w:ascii="Garamond" w:eastAsiaTheme="minorEastAsia" w:hAnsi="Garamond" w:cs="Times New Roman"/>
          <w:sz w:val="24"/>
          <w:szCs w:val="24"/>
          <w:lang w:eastAsia="cs-CZ"/>
        </w:rPr>
        <w:t xml:space="preserve"> e-mail:</w:t>
      </w:r>
      <w:r w:rsidR="00BF03B9" w:rsidRPr="00F23046">
        <w:rPr>
          <w:rFonts w:ascii="Garamond" w:eastAsiaTheme="minorEastAsia" w:hAnsi="Garamond" w:cs="Times New Roman"/>
          <w:sz w:val="24"/>
          <w:szCs w:val="24"/>
          <w:lang w:eastAsia="cs-CZ"/>
        </w:rPr>
        <w:t xml:space="preserve"> </w:t>
      </w:r>
      <w:hyperlink r:id="rId5" w:history="1">
        <w:r w:rsidR="00BF03B9" w:rsidRPr="00F23046">
          <w:rPr>
            <w:rStyle w:val="Hypertextovodkaz"/>
            <w:rFonts w:ascii="Garamond" w:eastAsiaTheme="minorEastAsia" w:hAnsi="Garamond" w:cs="Times New Roman"/>
            <w:sz w:val="24"/>
            <w:szCs w:val="24"/>
            <w:lang w:eastAsia="cs-CZ"/>
          </w:rPr>
          <w:t>podatelna@osoud.vys.justice.cz</w:t>
        </w:r>
      </w:hyperlink>
      <w:r w:rsidR="00BF03B9" w:rsidRPr="00F23046">
        <w:rPr>
          <w:rFonts w:ascii="Garamond" w:eastAsiaTheme="minorEastAsia" w:hAnsi="Garamond" w:cs="Times New Roman"/>
          <w:sz w:val="24"/>
          <w:szCs w:val="24"/>
          <w:lang w:eastAsia="cs-CZ"/>
        </w:rPr>
        <w:t>.</w:t>
      </w:r>
    </w:p>
    <w:p w14:paraId="251E9233"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Kdo je pověřencem pro ochranu osobních údajů:</w:t>
      </w:r>
    </w:p>
    <w:p w14:paraId="20DB665A" w14:textId="02EB0AE2"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 xml:space="preserve">Pověřencem pro ochranu osobních údajů je Mgr. Jan Panoš, kontaktní údaje – Ministerstvo spravedlnosti, se sídlem Vyšehradská č. 16, 128 12  Praha 2, e-mail.: </w:t>
      </w:r>
      <w:hyperlink r:id="rId6" w:history="1">
        <w:r w:rsidRPr="00F23046">
          <w:rPr>
            <w:rStyle w:val="Hypertextovodkaz"/>
            <w:rFonts w:ascii="Garamond" w:eastAsiaTheme="minorEastAsia" w:hAnsi="Garamond" w:cs="Times New Roman"/>
            <w:sz w:val="24"/>
            <w:szCs w:val="24"/>
            <w:lang w:eastAsia="cs-CZ"/>
          </w:rPr>
          <w:t>poverenec@msp.justice.cz</w:t>
        </w:r>
      </w:hyperlink>
      <w:r w:rsidRPr="00F23046">
        <w:rPr>
          <w:rFonts w:ascii="Garamond" w:eastAsiaTheme="minorEastAsia" w:hAnsi="Garamond" w:cs="Times New Roman"/>
          <w:sz w:val="24"/>
          <w:szCs w:val="24"/>
          <w:lang w:eastAsia="cs-CZ"/>
        </w:rPr>
        <w:t>.</w:t>
      </w:r>
    </w:p>
    <w:p w14:paraId="1BF24A89"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p>
    <w:p w14:paraId="39223A51"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Jaké osobní údaje shromažďujeme?</w:t>
      </w:r>
    </w:p>
    <w:p w14:paraId="71241961"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Shromažďujeme osobní údaje, které jste nám poskytl/a v dokladech v rámci vyhlášeného výběrového řízení.</w:t>
      </w:r>
    </w:p>
    <w:p w14:paraId="10EE83EB"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p>
    <w:p w14:paraId="29479495"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K jakému účelu Vaše osobní údaje potřebujeme?</w:t>
      </w:r>
    </w:p>
    <w:p w14:paraId="3A1BD32C"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Osobní údaje, které jste nám poskytl/a v životopisu, v přihlášce a v dalších Vámi předložených dokladech, které se vztahují k průběhu výběrového řízení, zpracováváme za účelem právních povinností pro zabezpečení výběru vhodného kandidáta/kandidátky na příslušnou pracovní pozici.</w:t>
      </w:r>
    </w:p>
    <w:p w14:paraId="58811DEB"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p>
    <w:p w14:paraId="6C659F87"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Jak používáme Vaše osobní údaje:</w:t>
      </w:r>
    </w:p>
    <w:p w14:paraId="11A5F21C"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Vaše osobní údaje používáme k realizaci výběrového řízení a jsou zpracovávány v listinné formě.</w:t>
      </w:r>
    </w:p>
    <w:p w14:paraId="2645DD96"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p>
    <w:p w14:paraId="61528CEC"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Jak dlouho uchováváme Vaše osobní údaje?</w:t>
      </w:r>
    </w:p>
    <w:p w14:paraId="36F513E0"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Vaše osobní údaje uchováváme ½ roku od data ukončení výběrového řízení.</w:t>
      </w:r>
    </w:p>
    <w:p w14:paraId="73083F8E"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p>
    <w:p w14:paraId="1E7B19DB"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Komu mohou být Vaše osobní údaje předány?</w:t>
      </w:r>
    </w:p>
    <w:p w14:paraId="739BB65B"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Vaše osobní údaje nejsou předávány třetí straně.</w:t>
      </w:r>
    </w:p>
    <w:p w14:paraId="37AFAC0F"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p>
    <w:p w14:paraId="69687D9C"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Jsou Vaše osobní údaje předávány do zahraničí (státy mimo EU a mezinárodní organizace)?</w:t>
      </w:r>
    </w:p>
    <w:p w14:paraId="68A7B26B"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Vaše osobní údaje nejsou předávány do zahraničí.</w:t>
      </w:r>
    </w:p>
    <w:p w14:paraId="0474B088"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p>
    <w:p w14:paraId="0BA4F5FA"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r w:rsidRPr="00F23046">
        <w:rPr>
          <w:rFonts w:ascii="Garamond" w:eastAsiaTheme="minorEastAsia" w:hAnsi="Garamond" w:cs="Times New Roman"/>
          <w:b/>
          <w:sz w:val="24"/>
          <w:szCs w:val="24"/>
          <w:lang w:eastAsia="cs-CZ"/>
        </w:rPr>
        <w:t>Jaká jsou Vaše práva a povinnosti?</w:t>
      </w:r>
    </w:p>
    <w:p w14:paraId="527D1D82" w14:textId="77777777" w:rsidR="00BF03B9" w:rsidRPr="00F23046" w:rsidRDefault="00BF03B9"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 xml:space="preserve">V souladu se zpracováním osobních údajů Okresním soudem ve </w:t>
      </w:r>
      <w:r w:rsidR="009A4D5F" w:rsidRPr="00F23046">
        <w:rPr>
          <w:rFonts w:ascii="Garamond" w:eastAsiaTheme="minorEastAsia" w:hAnsi="Garamond" w:cs="Times New Roman"/>
          <w:sz w:val="24"/>
          <w:szCs w:val="24"/>
          <w:lang w:eastAsia="cs-CZ"/>
        </w:rPr>
        <w:t>V</w:t>
      </w:r>
      <w:r w:rsidRPr="00F23046">
        <w:rPr>
          <w:rFonts w:ascii="Garamond" w:eastAsiaTheme="minorEastAsia" w:hAnsi="Garamond" w:cs="Times New Roman"/>
          <w:sz w:val="24"/>
          <w:szCs w:val="24"/>
          <w:lang w:eastAsia="cs-CZ"/>
        </w:rPr>
        <w:t>yškově</w:t>
      </w:r>
      <w:r w:rsidR="009A4D5F" w:rsidRPr="00F23046">
        <w:rPr>
          <w:rFonts w:ascii="Garamond" w:eastAsiaTheme="minorEastAsia" w:hAnsi="Garamond" w:cs="Times New Roman"/>
          <w:sz w:val="24"/>
          <w:szCs w:val="24"/>
          <w:lang w:eastAsia="cs-CZ"/>
        </w:rPr>
        <w:t xml:space="preserve"> můžete uplatnit následující práva:</w:t>
      </w:r>
    </w:p>
    <w:p w14:paraId="24E1EC14" w14:textId="77777777" w:rsidR="009A4D5F" w:rsidRPr="00F23046" w:rsidRDefault="009A4D5F" w:rsidP="009A4D5F">
      <w:pPr>
        <w:pStyle w:val="Odstavecseseznamem"/>
        <w:numPr>
          <w:ilvl w:val="0"/>
          <w:numId w:val="1"/>
        </w:num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právo na přístup k osobním údajům</w:t>
      </w:r>
    </w:p>
    <w:p w14:paraId="0A2A8BAB" w14:textId="77777777" w:rsidR="009A4D5F" w:rsidRPr="00F23046" w:rsidRDefault="009A4D5F" w:rsidP="009A4D5F">
      <w:pPr>
        <w:pStyle w:val="Odstavecseseznamem"/>
        <w:numPr>
          <w:ilvl w:val="0"/>
          <w:numId w:val="1"/>
        </w:num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právo na opravu – doplnění,</w:t>
      </w:r>
    </w:p>
    <w:p w14:paraId="1D3CCEC7" w14:textId="77777777" w:rsidR="009A4D5F" w:rsidRPr="00F23046" w:rsidRDefault="009A4D5F" w:rsidP="009A4D5F">
      <w:pPr>
        <w:pStyle w:val="Odstavecseseznamem"/>
        <w:numPr>
          <w:ilvl w:val="0"/>
          <w:numId w:val="1"/>
        </w:num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právo na výmaz,</w:t>
      </w:r>
    </w:p>
    <w:p w14:paraId="40D56FDA" w14:textId="77777777" w:rsidR="009A4D5F" w:rsidRPr="00F23046" w:rsidRDefault="009A4D5F" w:rsidP="009A4D5F">
      <w:pPr>
        <w:pStyle w:val="Odstavecseseznamem"/>
        <w:numPr>
          <w:ilvl w:val="0"/>
          <w:numId w:val="1"/>
        </w:num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právo na omezení zpracování,</w:t>
      </w:r>
    </w:p>
    <w:p w14:paraId="5730C394" w14:textId="77777777" w:rsidR="009A4D5F" w:rsidRPr="00F23046" w:rsidRDefault="009A4D5F" w:rsidP="009A4D5F">
      <w:pPr>
        <w:pStyle w:val="Odstavecseseznamem"/>
        <w:numPr>
          <w:ilvl w:val="0"/>
          <w:numId w:val="1"/>
        </w:num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právo podat stížnost u dozorového úřadu.</w:t>
      </w:r>
    </w:p>
    <w:p w14:paraId="04CBE640"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lastRenderedPageBreak/>
        <w:t>Podle čl. 21 odst. 1 GDPR máte právo z důvodu Vaší konkrétní situace kdykoliv vznést námitku proti zpracování Vašich osobních údajů, pokud jsou zpracovávány na základě právního titulu, oprávněného zájmu nebo plnění úkolů prováděného ve veřejném zájmu nebo při výkonu veřejné moci včetně profilování založeného na těchto právních titulech.</w:t>
      </w:r>
    </w:p>
    <w:p w14:paraId="1D4CE4CB"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p>
    <w:p w14:paraId="29F1F46C"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Potvrzuji, že jsem se seznámil/a s výše uvedou informací.</w:t>
      </w:r>
    </w:p>
    <w:p w14:paraId="423AA14F"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p>
    <w:p w14:paraId="5E4B37E0"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Ve Vyškově dne:</w:t>
      </w:r>
    </w:p>
    <w:p w14:paraId="06AB86F6"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p>
    <w:p w14:paraId="7D654522"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p>
    <w:p w14:paraId="311A2B47" w14:textId="77777777" w:rsidR="009A4D5F" w:rsidRPr="00F23046" w:rsidRDefault="009A4D5F" w:rsidP="009A4D5F">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Vlastnoruční podpis:</w:t>
      </w:r>
      <w:r w:rsidRPr="00F23046">
        <w:rPr>
          <w:rFonts w:ascii="Garamond" w:eastAsiaTheme="minorEastAsia" w:hAnsi="Garamond" w:cs="Times New Roman"/>
          <w:sz w:val="24"/>
          <w:szCs w:val="24"/>
          <w:lang w:eastAsia="cs-CZ"/>
        </w:rPr>
        <w:tab/>
      </w:r>
      <w:r w:rsidRPr="00F23046">
        <w:rPr>
          <w:rFonts w:ascii="Garamond" w:eastAsiaTheme="minorEastAsia" w:hAnsi="Garamond" w:cs="Times New Roman"/>
          <w:sz w:val="24"/>
          <w:szCs w:val="24"/>
          <w:lang w:eastAsia="cs-CZ"/>
        </w:rPr>
        <w:tab/>
        <w:t>……………………………………………………………………</w:t>
      </w:r>
    </w:p>
    <w:p w14:paraId="53FB1B6F" w14:textId="77777777" w:rsidR="00BF03B9" w:rsidRPr="00F23046" w:rsidRDefault="00BF03B9" w:rsidP="00BF03B9">
      <w:pPr>
        <w:spacing w:after="0" w:line="240" w:lineRule="auto"/>
        <w:jc w:val="both"/>
        <w:rPr>
          <w:rFonts w:ascii="Garamond" w:eastAsiaTheme="minorEastAsia" w:hAnsi="Garamond" w:cs="Times New Roman"/>
          <w:b/>
          <w:sz w:val="24"/>
          <w:szCs w:val="24"/>
          <w:lang w:eastAsia="cs-CZ"/>
        </w:rPr>
      </w:pPr>
    </w:p>
    <w:p w14:paraId="63584697" w14:textId="77777777" w:rsidR="000B05D5" w:rsidRPr="00F23046" w:rsidRDefault="000B05D5" w:rsidP="00BF03B9">
      <w:pPr>
        <w:spacing w:after="0" w:line="240" w:lineRule="auto"/>
        <w:jc w:val="both"/>
        <w:rPr>
          <w:rFonts w:ascii="Garamond" w:eastAsiaTheme="minorEastAsia" w:hAnsi="Garamond" w:cs="Times New Roman"/>
          <w:sz w:val="24"/>
          <w:szCs w:val="24"/>
          <w:lang w:eastAsia="cs-CZ"/>
        </w:rPr>
      </w:pPr>
      <w:r w:rsidRPr="00F23046">
        <w:rPr>
          <w:rFonts w:ascii="Garamond" w:eastAsiaTheme="minorEastAsia" w:hAnsi="Garamond" w:cs="Times New Roman"/>
          <w:sz w:val="24"/>
          <w:szCs w:val="24"/>
          <w:lang w:eastAsia="cs-CZ"/>
        </w:rPr>
        <w:t xml:space="preserve">  </w:t>
      </w:r>
    </w:p>
    <w:p w14:paraId="4C9903D1" w14:textId="77777777" w:rsidR="00BF03B9" w:rsidRPr="00F23046" w:rsidRDefault="00BF03B9" w:rsidP="000B05D5">
      <w:pPr>
        <w:jc w:val="both"/>
        <w:rPr>
          <w:rFonts w:ascii="Garamond" w:eastAsiaTheme="minorEastAsia" w:hAnsi="Garamond" w:cs="Arial"/>
          <w:sz w:val="24"/>
          <w:szCs w:val="24"/>
          <w:lang w:eastAsia="cs-CZ"/>
        </w:rPr>
      </w:pPr>
    </w:p>
    <w:p w14:paraId="25345786" w14:textId="77777777" w:rsidR="000B05D5" w:rsidRPr="00F23046" w:rsidRDefault="000B05D5" w:rsidP="000B05D5">
      <w:pPr>
        <w:spacing w:after="0"/>
        <w:jc w:val="both"/>
        <w:rPr>
          <w:rFonts w:ascii="Garamond" w:hAnsi="Garamond"/>
          <w:sz w:val="24"/>
          <w:szCs w:val="24"/>
        </w:rPr>
      </w:pPr>
    </w:p>
    <w:p w14:paraId="640E670D" w14:textId="77777777" w:rsidR="000B05D5" w:rsidRPr="00F23046" w:rsidRDefault="000B05D5" w:rsidP="000B05D5">
      <w:pPr>
        <w:spacing w:after="0"/>
        <w:jc w:val="center"/>
        <w:rPr>
          <w:rFonts w:ascii="Garamond" w:hAnsi="Garamond"/>
          <w:i/>
          <w:sz w:val="24"/>
          <w:szCs w:val="24"/>
        </w:rPr>
      </w:pPr>
    </w:p>
    <w:p w14:paraId="1794407B" w14:textId="77777777" w:rsidR="000B05D5" w:rsidRPr="00F23046" w:rsidRDefault="000B05D5" w:rsidP="000B05D5">
      <w:pPr>
        <w:spacing w:after="0"/>
        <w:jc w:val="both"/>
        <w:rPr>
          <w:rFonts w:ascii="Garamond" w:hAnsi="Garamond"/>
          <w:sz w:val="24"/>
          <w:szCs w:val="24"/>
        </w:rPr>
      </w:pPr>
    </w:p>
    <w:sectPr w:rsidR="000B05D5" w:rsidRPr="00F230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01C5D"/>
    <w:multiLevelType w:val="hybridMultilevel"/>
    <w:tmpl w:val="AB1A8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3869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OPEN_SPUSTENO" w:val="T"/>
    <w:docVar w:name="DB_ID_DOK" w:val="Informace.docx 10.11.2025 09:46:39"/>
    <w:docVar w:name="DOKUMENT_ADRESAR_FS" w:val="C:\TMP\DB"/>
    <w:docVar w:name="DOKUMENT_AUTOMATICKE_UKLADANI" w:val="NE"/>
    <w:docVar w:name="DOKUMENT_PERIODA_UKLADANI" w:val="10"/>
    <w:docVar w:name="DOKUMENT_ULOZIT_JAKO_DOCX" w:val="NE"/>
  </w:docVars>
  <w:rsids>
    <w:rsidRoot w:val="000B05D5"/>
    <w:rsid w:val="000B05D5"/>
    <w:rsid w:val="0022313C"/>
    <w:rsid w:val="005B7841"/>
    <w:rsid w:val="009A4D5F"/>
    <w:rsid w:val="00B713B8"/>
    <w:rsid w:val="00BF03B9"/>
    <w:rsid w:val="00D11F1B"/>
    <w:rsid w:val="00F23046"/>
    <w:rsid w:val="00F65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A3F30"/>
  <w15:docId w15:val="{C8D5F6F3-9D4A-4850-B169-E7C9E882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F03B9"/>
    <w:rPr>
      <w:color w:val="0000FF" w:themeColor="hyperlink"/>
      <w:u w:val="single"/>
    </w:rPr>
  </w:style>
  <w:style w:type="paragraph" w:styleId="Odstavecseseznamem">
    <w:name w:val="List Paragraph"/>
    <w:basedOn w:val="Normln"/>
    <w:uiPriority w:val="34"/>
    <w:qFormat/>
    <w:rsid w:val="009A4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verenec@msp.justice.cz" TargetMode="External"/><Relationship Id="rId5" Type="http://schemas.openxmlformats.org/officeDocument/2006/relationships/hyperlink" Target="mailto:podatelna@osoud.vys.justice.cz"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TMP\is.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is</Template>
  <TotalTime>0</TotalTime>
  <Pages>2</Pages>
  <Words>427</Words>
  <Characters>2525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Okresní soud ve Vyškově</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Medková</dc:creator>
  <cp:lastModifiedBy>Kompasová Martináková Ivana Mgr.</cp:lastModifiedBy>
  <cp:revision>3</cp:revision>
  <dcterms:created xsi:type="dcterms:W3CDTF">2025-11-10T08:49:00Z</dcterms:created>
  <dcterms:modified xsi:type="dcterms:W3CDTF">2025-11-10T08:49:00Z</dcterms:modified>
</cp:coreProperties>
</file>